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529" w:rsidRDefault="001B2529" w:rsidP="000E39FB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" style="width:38.25pt;height:41.25pt;visibility:visible">
            <v:imagedata r:id="rId4" o:title=""/>
          </v:shape>
        </w:pict>
      </w:r>
    </w:p>
    <w:p w:rsidR="001B2529" w:rsidRDefault="001B2529" w:rsidP="000E39FB">
      <w:pPr>
        <w:jc w:val="center"/>
        <w:rPr>
          <w:b/>
          <w:sz w:val="28"/>
          <w:szCs w:val="28"/>
        </w:rPr>
      </w:pPr>
    </w:p>
    <w:p w:rsidR="001B2529" w:rsidRDefault="001B2529" w:rsidP="000E39FB">
      <w:pPr>
        <w:jc w:val="center"/>
      </w:pPr>
      <w:r>
        <w:rPr>
          <w:b/>
          <w:sz w:val="28"/>
          <w:szCs w:val="28"/>
        </w:rPr>
        <w:t>МУРМАНСКАЯ ОБЛАСТЬ</w:t>
      </w:r>
    </w:p>
    <w:p w:rsidR="001B2529" w:rsidRDefault="001B2529" w:rsidP="000E39F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ЛОВОЗЕРСКОГО РАЙОНА </w:t>
      </w:r>
    </w:p>
    <w:p w:rsidR="001B2529" w:rsidRDefault="001B2529" w:rsidP="000E39FB">
      <w:pPr>
        <w:rPr>
          <w:sz w:val="28"/>
          <w:szCs w:val="28"/>
        </w:rPr>
      </w:pPr>
    </w:p>
    <w:p w:rsidR="001B2529" w:rsidRDefault="001B2529" w:rsidP="000E39FB">
      <w:pPr>
        <w:rPr>
          <w:sz w:val="28"/>
          <w:szCs w:val="28"/>
        </w:rPr>
      </w:pPr>
    </w:p>
    <w:p w:rsidR="001B2529" w:rsidRDefault="001B2529" w:rsidP="000E39F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1B2529" w:rsidRDefault="001B2529" w:rsidP="000E39FB">
      <w:pPr>
        <w:rPr>
          <w:sz w:val="28"/>
          <w:szCs w:val="28"/>
        </w:rPr>
      </w:pPr>
    </w:p>
    <w:p w:rsidR="001B2529" w:rsidRDefault="001B2529" w:rsidP="000E39FB">
      <w:pPr>
        <w:rPr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3555"/>
        <w:gridCol w:w="2832"/>
        <w:gridCol w:w="3981"/>
      </w:tblGrid>
      <w:tr w:rsidR="001B2529" w:rsidTr="00651291">
        <w:trPr>
          <w:trHeight w:val="295"/>
        </w:trPr>
        <w:tc>
          <w:tcPr>
            <w:tcW w:w="3555" w:type="dxa"/>
          </w:tcPr>
          <w:p w:rsidR="001B2529" w:rsidRDefault="001B2529" w:rsidP="00AA7FB2">
            <w:pPr>
              <w:suppressAutoHyphens/>
              <w:snapToGrid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  <w:u w:val="single"/>
              </w:rPr>
              <w:t>26</w:t>
            </w:r>
            <w:r>
              <w:rPr>
                <w:sz w:val="28"/>
                <w:szCs w:val="28"/>
              </w:rPr>
              <w:t xml:space="preserve">»  </w:t>
            </w:r>
            <w:r w:rsidRPr="002913CC">
              <w:rPr>
                <w:sz w:val="28"/>
                <w:szCs w:val="28"/>
                <w:u w:val="single"/>
              </w:rPr>
              <w:t>октября</w:t>
            </w:r>
            <w:r>
              <w:rPr>
                <w:sz w:val="28"/>
                <w:szCs w:val="28"/>
              </w:rPr>
              <w:t xml:space="preserve"> 2018 года</w:t>
            </w:r>
          </w:p>
        </w:tc>
        <w:tc>
          <w:tcPr>
            <w:tcW w:w="2832" w:type="dxa"/>
          </w:tcPr>
          <w:p w:rsidR="001B2529" w:rsidRDefault="001B2529" w:rsidP="00651291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          с. Ловозеро</w:t>
            </w:r>
          </w:p>
        </w:tc>
        <w:tc>
          <w:tcPr>
            <w:tcW w:w="3981" w:type="dxa"/>
          </w:tcPr>
          <w:p w:rsidR="001B2529" w:rsidRDefault="001B2529" w:rsidP="00AA7FB2">
            <w:pPr>
              <w:suppressAutoHyphens/>
              <w:snapToGrid w:val="0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                           № </w:t>
            </w:r>
            <w:r>
              <w:rPr>
                <w:sz w:val="28"/>
                <w:szCs w:val="28"/>
                <w:u w:val="single"/>
              </w:rPr>
              <w:t>589</w:t>
            </w:r>
            <w:r>
              <w:rPr>
                <w:sz w:val="28"/>
                <w:szCs w:val="28"/>
              </w:rPr>
              <w:t>-ПГ</w:t>
            </w:r>
          </w:p>
        </w:tc>
      </w:tr>
    </w:tbl>
    <w:p w:rsidR="001B2529" w:rsidRDefault="001B2529" w:rsidP="000E39FB">
      <w:pPr>
        <w:jc w:val="center"/>
        <w:rPr>
          <w:b/>
          <w:sz w:val="28"/>
          <w:szCs w:val="28"/>
        </w:rPr>
      </w:pPr>
    </w:p>
    <w:p w:rsidR="001B2529" w:rsidRDefault="001B2529" w:rsidP="000E39FB">
      <w:pPr>
        <w:jc w:val="center"/>
        <w:rPr>
          <w:b/>
          <w:sz w:val="28"/>
          <w:szCs w:val="28"/>
        </w:rPr>
      </w:pPr>
    </w:p>
    <w:p w:rsidR="001B2529" w:rsidRDefault="001B2529" w:rsidP="000E39F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муниципальной программы муниципального образования Ловозерский район «Обеспечение отдельных категорий граждан муниципального образования сельское поселение Ловозеро Ловозерского района качественным, комфортным и доступным жильем» </w:t>
      </w:r>
    </w:p>
    <w:p w:rsidR="001B2529" w:rsidRDefault="001B2529" w:rsidP="000E39F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2021-2025 годы</w:t>
      </w:r>
    </w:p>
    <w:p w:rsidR="001B2529" w:rsidRDefault="001B2529" w:rsidP="009D3A4A">
      <w:pPr>
        <w:jc w:val="both"/>
        <w:rPr>
          <w:sz w:val="28"/>
          <w:szCs w:val="28"/>
        </w:rPr>
      </w:pPr>
    </w:p>
    <w:p w:rsidR="001B2529" w:rsidRDefault="001B2529" w:rsidP="009D3A4A">
      <w:pPr>
        <w:jc w:val="both"/>
        <w:rPr>
          <w:sz w:val="28"/>
          <w:szCs w:val="28"/>
        </w:rPr>
      </w:pPr>
    </w:p>
    <w:p w:rsidR="001B2529" w:rsidRDefault="001B2529" w:rsidP="009D3A4A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Бюджетным кодексом Российской Федерации, государственной программой</w:t>
      </w:r>
      <w:r w:rsidRPr="006B1AD3">
        <w:rPr>
          <w:sz w:val="28"/>
          <w:szCs w:val="28"/>
        </w:rPr>
        <w:t xml:space="preserve"> Мурманской </w:t>
      </w:r>
      <w:r w:rsidRPr="00556BF3">
        <w:rPr>
          <w:sz w:val="28"/>
          <w:szCs w:val="28"/>
        </w:rPr>
        <w:t>области «Комфортное жилье и городская среда» на</w:t>
      </w:r>
      <w:r>
        <w:rPr>
          <w:sz w:val="28"/>
          <w:szCs w:val="28"/>
        </w:rPr>
        <w:t xml:space="preserve"> 2021 – 2025 годы, Уставом Ловозерского района, постановлением администрации Ловозерского района от 30.05.2016 № 154-ПЗ «Об утверждении Порядка разработки, реализации и оценки эффективности муниципальных программ муниципального образования Ловозерский район» </w:t>
      </w:r>
      <w:r w:rsidRPr="009D3A4A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 xml:space="preserve"> </w:t>
      </w:r>
      <w:r w:rsidRPr="009D3A4A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</w:t>
      </w:r>
      <w:r w:rsidRPr="009D3A4A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 xml:space="preserve"> </w:t>
      </w:r>
      <w:r w:rsidRPr="009D3A4A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 xml:space="preserve"> </w:t>
      </w:r>
      <w:r w:rsidRPr="009D3A4A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9D3A4A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Pr="009D3A4A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</w:t>
      </w:r>
      <w:r w:rsidRPr="009D3A4A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 xml:space="preserve"> </w:t>
      </w:r>
      <w:r w:rsidRPr="009D3A4A">
        <w:rPr>
          <w:b/>
          <w:sz w:val="28"/>
          <w:szCs w:val="28"/>
        </w:rPr>
        <w:t>л</w:t>
      </w:r>
      <w:r>
        <w:rPr>
          <w:b/>
          <w:sz w:val="28"/>
          <w:szCs w:val="28"/>
        </w:rPr>
        <w:t xml:space="preserve"> </w:t>
      </w:r>
      <w:r w:rsidRPr="009D3A4A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 xml:space="preserve"> </w:t>
      </w:r>
      <w:r w:rsidRPr="009D3A4A">
        <w:rPr>
          <w:b/>
          <w:sz w:val="28"/>
          <w:szCs w:val="28"/>
        </w:rPr>
        <w:t>ю</w:t>
      </w:r>
      <w:r w:rsidRPr="003862AF">
        <w:rPr>
          <w:b/>
          <w:sz w:val="28"/>
          <w:szCs w:val="28"/>
        </w:rPr>
        <w:t>:</w:t>
      </w:r>
    </w:p>
    <w:p w:rsidR="001B2529" w:rsidRDefault="001B2529" w:rsidP="009D3A4A">
      <w:pPr>
        <w:ind w:firstLine="709"/>
        <w:jc w:val="both"/>
        <w:rPr>
          <w:sz w:val="28"/>
          <w:szCs w:val="28"/>
        </w:rPr>
      </w:pPr>
    </w:p>
    <w:p w:rsidR="001B2529" w:rsidRDefault="001B2529" w:rsidP="004F68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муниципальную программу муниципального образования Ловозерский район </w:t>
      </w:r>
      <w:r w:rsidRPr="00DC6C41">
        <w:rPr>
          <w:sz w:val="28"/>
          <w:szCs w:val="28"/>
        </w:rPr>
        <w:t xml:space="preserve">«Обеспечение отдельных категорий граждан муниципального образования сельское поселение Ловозеро Ловозерского района качественным, комфортным и доступным жильем» </w:t>
      </w:r>
      <w:r w:rsidRPr="004F687A">
        <w:rPr>
          <w:sz w:val="28"/>
          <w:szCs w:val="28"/>
        </w:rPr>
        <w:t>на 20</w:t>
      </w:r>
      <w:r>
        <w:rPr>
          <w:sz w:val="28"/>
          <w:szCs w:val="28"/>
        </w:rPr>
        <w:t>21</w:t>
      </w:r>
      <w:r w:rsidRPr="004F687A">
        <w:rPr>
          <w:sz w:val="28"/>
          <w:szCs w:val="28"/>
        </w:rPr>
        <w:t>-202</w:t>
      </w:r>
      <w:r>
        <w:rPr>
          <w:sz w:val="28"/>
          <w:szCs w:val="28"/>
        </w:rPr>
        <w:t>5</w:t>
      </w:r>
      <w:r w:rsidRPr="004F687A">
        <w:rPr>
          <w:sz w:val="28"/>
          <w:szCs w:val="28"/>
        </w:rPr>
        <w:t xml:space="preserve"> годы</w:t>
      </w:r>
      <w:r>
        <w:rPr>
          <w:sz w:val="28"/>
          <w:szCs w:val="28"/>
        </w:rPr>
        <w:t xml:space="preserve"> согласно приложению.</w:t>
      </w:r>
    </w:p>
    <w:p w:rsidR="001B2529" w:rsidRDefault="001B2529" w:rsidP="009D3A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Разместить настоящее постановление на официальном сайте администрации Ловозерского района в информационно-телекоммуникационной сети «Интернет».</w:t>
      </w:r>
    </w:p>
    <w:p w:rsidR="001B2529" w:rsidRDefault="001B2529" w:rsidP="009D3A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Постановление вступает в силу с 01.01.2021</w:t>
      </w:r>
      <w:bookmarkStart w:id="0" w:name="_GoBack"/>
      <w:bookmarkEnd w:id="0"/>
      <w:r>
        <w:rPr>
          <w:sz w:val="28"/>
          <w:szCs w:val="28"/>
        </w:rPr>
        <w:t xml:space="preserve"> года.</w:t>
      </w:r>
    </w:p>
    <w:p w:rsidR="001B2529" w:rsidRDefault="001B2529" w:rsidP="00F9675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исполнением настоящего постановления оставляю за собой.</w:t>
      </w:r>
    </w:p>
    <w:p w:rsidR="001B2529" w:rsidRDefault="001B2529" w:rsidP="009D3A4A">
      <w:pPr>
        <w:ind w:firstLine="709"/>
        <w:jc w:val="both"/>
        <w:rPr>
          <w:sz w:val="28"/>
          <w:szCs w:val="28"/>
        </w:rPr>
      </w:pPr>
    </w:p>
    <w:p w:rsidR="001B2529" w:rsidRDefault="001B2529" w:rsidP="00293392">
      <w:pPr>
        <w:jc w:val="both"/>
        <w:rPr>
          <w:sz w:val="28"/>
          <w:szCs w:val="28"/>
        </w:rPr>
      </w:pPr>
    </w:p>
    <w:p w:rsidR="001B2529" w:rsidRDefault="001B2529" w:rsidP="00293392">
      <w:pPr>
        <w:jc w:val="both"/>
        <w:rPr>
          <w:sz w:val="28"/>
          <w:szCs w:val="28"/>
        </w:rPr>
      </w:pPr>
    </w:p>
    <w:p w:rsidR="001B2529" w:rsidRDefault="001B2529" w:rsidP="00293392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1B2529" w:rsidRPr="009D3A4A" w:rsidRDefault="001B2529" w:rsidP="00293392">
      <w:pPr>
        <w:jc w:val="both"/>
        <w:rPr>
          <w:sz w:val="28"/>
          <w:szCs w:val="28"/>
        </w:rPr>
      </w:pPr>
      <w:r>
        <w:rPr>
          <w:sz w:val="28"/>
          <w:szCs w:val="28"/>
        </w:rPr>
        <w:t>Ловозерского района                                                                                Н.И. Курзенев</w:t>
      </w:r>
    </w:p>
    <w:sectPr w:rsidR="001B2529" w:rsidRPr="009D3A4A" w:rsidSect="00AE0BB0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4B8B"/>
    <w:rsid w:val="00002AE6"/>
    <w:rsid w:val="00010220"/>
    <w:rsid w:val="0001558C"/>
    <w:rsid w:val="00027673"/>
    <w:rsid w:val="000307DA"/>
    <w:rsid w:val="00095B7F"/>
    <w:rsid w:val="000D5F16"/>
    <w:rsid w:val="000E072C"/>
    <w:rsid w:val="000E39FB"/>
    <w:rsid w:val="000F2574"/>
    <w:rsid w:val="000F63C5"/>
    <w:rsid w:val="000F6CAA"/>
    <w:rsid w:val="00101B8C"/>
    <w:rsid w:val="0010245A"/>
    <w:rsid w:val="00105262"/>
    <w:rsid w:val="00126AED"/>
    <w:rsid w:val="00134EC6"/>
    <w:rsid w:val="00143B73"/>
    <w:rsid w:val="0015515E"/>
    <w:rsid w:val="00156D4E"/>
    <w:rsid w:val="001726ED"/>
    <w:rsid w:val="001766A4"/>
    <w:rsid w:val="0018231A"/>
    <w:rsid w:val="00191DB9"/>
    <w:rsid w:val="001B2529"/>
    <w:rsid w:val="001B36B7"/>
    <w:rsid w:val="001D3230"/>
    <w:rsid w:val="002009FE"/>
    <w:rsid w:val="002034CE"/>
    <w:rsid w:val="00206A71"/>
    <w:rsid w:val="002105C5"/>
    <w:rsid w:val="002771ED"/>
    <w:rsid w:val="00284E4B"/>
    <w:rsid w:val="002913CC"/>
    <w:rsid w:val="00293392"/>
    <w:rsid w:val="002B7B79"/>
    <w:rsid w:val="002F0067"/>
    <w:rsid w:val="002F2610"/>
    <w:rsid w:val="003202BE"/>
    <w:rsid w:val="00320A4E"/>
    <w:rsid w:val="00320DB2"/>
    <w:rsid w:val="003411D2"/>
    <w:rsid w:val="00343CC6"/>
    <w:rsid w:val="003545D7"/>
    <w:rsid w:val="003817DE"/>
    <w:rsid w:val="003862AF"/>
    <w:rsid w:val="003A6188"/>
    <w:rsid w:val="003A6512"/>
    <w:rsid w:val="003B67A4"/>
    <w:rsid w:val="003C2742"/>
    <w:rsid w:val="003C2D61"/>
    <w:rsid w:val="003C436D"/>
    <w:rsid w:val="003C6A24"/>
    <w:rsid w:val="003F18DD"/>
    <w:rsid w:val="004108E1"/>
    <w:rsid w:val="00410925"/>
    <w:rsid w:val="004125F7"/>
    <w:rsid w:val="00420314"/>
    <w:rsid w:val="00427856"/>
    <w:rsid w:val="00441E28"/>
    <w:rsid w:val="004519D7"/>
    <w:rsid w:val="004631AA"/>
    <w:rsid w:val="00475413"/>
    <w:rsid w:val="00484857"/>
    <w:rsid w:val="00490F97"/>
    <w:rsid w:val="004A05DF"/>
    <w:rsid w:val="004E2B45"/>
    <w:rsid w:val="004F687A"/>
    <w:rsid w:val="004F7A71"/>
    <w:rsid w:val="00522F53"/>
    <w:rsid w:val="00532ADA"/>
    <w:rsid w:val="00540989"/>
    <w:rsid w:val="0055048D"/>
    <w:rsid w:val="00556BF3"/>
    <w:rsid w:val="005640AC"/>
    <w:rsid w:val="00573BBE"/>
    <w:rsid w:val="00580353"/>
    <w:rsid w:val="00583341"/>
    <w:rsid w:val="005A485B"/>
    <w:rsid w:val="005A787C"/>
    <w:rsid w:val="005B7E02"/>
    <w:rsid w:val="005D0BB2"/>
    <w:rsid w:val="005E6F96"/>
    <w:rsid w:val="005F038E"/>
    <w:rsid w:val="005F083E"/>
    <w:rsid w:val="005F616C"/>
    <w:rsid w:val="00605ED7"/>
    <w:rsid w:val="00610A0A"/>
    <w:rsid w:val="00651291"/>
    <w:rsid w:val="0067554E"/>
    <w:rsid w:val="006925DD"/>
    <w:rsid w:val="00694375"/>
    <w:rsid w:val="006B1AD3"/>
    <w:rsid w:val="006C46F4"/>
    <w:rsid w:val="006D0A59"/>
    <w:rsid w:val="006E10CA"/>
    <w:rsid w:val="00760481"/>
    <w:rsid w:val="007747D2"/>
    <w:rsid w:val="00780207"/>
    <w:rsid w:val="007F1616"/>
    <w:rsid w:val="007F372D"/>
    <w:rsid w:val="007F6C1E"/>
    <w:rsid w:val="00801879"/>
    <w:rsid w:val="008173D7"/>
    <w:rsid w:val="0082702E"/>
    <w:rsid w:val="00840D41"/>
    <w:rsid w:val="00850C80"/>
    <w:rsid w:val="0085287C"/>
    <w:rsid w:val="00861CC9"/>
    <w:rsid w:val="00894367"/>
    <w:rsid w:val="008A3836"/>
    <w:rsid w:val="008E283A"/>
    <w:rsid w:val="00941709"/>
    <w:rsid w:val="00986240"/>
    <w:rsid w:val="009A66D6"/>
    <w:rsid w:val="009B5AFA"/>
    <w:rsid w:val="009C078D"/>
    <w:rsid w:val="009C0B05"/>
    <w:rsid w:val="009C248A"/>
    <w:rsid w:val="009D2115"/>
    <w:rsid w:val="009D3A4A"/>
    <w:rsid w:val="009D6310"/>
    <w:rsid w:val="00A67399"/>
    <w:rsid w:val="00A7303B"/>
    <w:rsid w:val="00A7458D"/>
    <w:rsid w:val="00A74B8B"/>
    <w:rsid w:val="00A97B53"/>
    <w:rsid w:val="00AA7FB2"/>
    <w:rsid w:val="00AB4D5F"/>
    <w:rsid w:val="00AB5F04"/>
    <w:rsid w:val="00AD4108"/>
    <w:rsid w:val="00AE0BB0"/>
    <w:rsid w:val="00AE7952"/>
    <w:rsid w:val="00AF7F25"/>
    <w:rsid w:val="00B05DFA"/>
    <w:rsid w:val="00B15B0E"/>
    <w:rsid w:val="00B25446"/>
    <w:rsid w:val="00B2582A"/>
    <w:rsid w:val="00B33E18"/>
    <w:rsid w:val="00B33E62"/>
    <w:rsid w:val="00B445FE"/>
    <w:rsid w:val="00B7714E"/>
    <w:rsid w:val="00B877B3"/>
    <w:rsid w:val="00B935F7"/>
    <w:rsid w:val="00B964A6"/>
    <w:rsid w:val="00BA0A25"/>
    <w:rsid w:val="00BD21AD"/>
    <w:rsid w:val="00BE1B44"/>
    <w:rsid w:val="00BE6C27"/>
    <w:rsid w:val="00BF19F7"/>
    <w:rsid w:val="00BF26D2"/>
    <w:rsid w:val="00C02BFB"/>
    <w:rsid w:val="00C038D8"/>
    <w:rsid w:val="00C0628D"/>
    <w:rsid w:val="00C0787C"/>
    <w:rsid w:val="00C250F0"/>
    <w:rsid w:val="00C424B6"/>
    <w:rsid w:val="00C437F5"/>
    <w:rsid w:val="00C4537B"/>
    <w:rsid w:val="00C46935"/>
    <w:rsid w:val="00C56CCD"/>
    <w:rsid w:val="00C60922"/>
    <w:rsid w:val="00CA398E"/>
    <w:rsid w:val="00CC4E91"/>
    <w:rsid w:val="00CC544B"/>
    <w:rsid w:val="00CD7E71"/>
    <w:rsid w:val="00CE430D"/>
    <w:rsid w:val="00CE7661"/>
    <w:rsid w:val="00CF3D1B"/>
    <w:rsid w:val="00CF6C30"/>
    <w:rsid w:val="00D23714"/>
    <w:rsid w:val="00D30B21"/>
    <w:rsid w:val="00D334B0"/>
    <w:rsid w:val="00D4373F"/>
    <w:rsid w:val="00D43F11"/>
    <w:rsid w:val="00D526E8"/>
    <w:rsid w:val="00D578EC"/>
    <w:rsid w:val="00D60691"/>
    <w:rsid w:val="00D751EF"/>
    <w:rsid w:val="00D81411"/>
    <w:rsid w:val="00D86781"/>
    <w:rsid w:val="00DC4F5A"/>
    <w:rsid w:val="00DC6C41"/>
    <w:rsid w:val="00DC7ED2"/>
    <w:rsid w:val="00DD6345"/>
    <w:rsid w:val="00DE4633"/>
    <w:rsid w:val="00DF213F"/>
    <w:rsid w:val="00E15330"/>
    <w:rsid w:val="00E300A8"/>
    <w:rsid w:val="00E33168"/>
    <w:rsid w:val="00E624C0"/>
    <w:rsid w:val="00E6707F"/>
    <w:rsid w:val="00E703B2"/>
    <w:rsid w:val="00E7209A"/>
    <w:rsid w:val="00E955B1"/>
    <w:rsid w:val="00EB4DEB"/>
    <w:rsid w:val="00EB6E19"/>
    <w:rsid w:val="00EC4586"/>
    <w:rsid w:val="00EC4BEA"/>
    <w:rsid w:val="00EE7943"/>
    <w:rsid w:val="00F1034B"/>
    <w:rsid w:val="00F17980"/>
    <w:rsid w:val="00F56281"/>
    <w:rsid w:val="00F6056F"/>
    <w:rsid w:val="00F96751"/>
    <w:rsid w:val="00FD0EC8"/>
    <w:rsid w:val="00FE11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39FB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E39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E39FB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86</TotalTime>
  <Pages>1</Pages>
  <Words>248</Words>
  <Characters>1416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Зверева</dc:creator>
  <cp:keywords/>
  <dc:description/>
  <cp:lastModifiedBy>ДимитриевД</cp:lastModifiedBy>
  <cp:revision>14</cp:revision>
  <cp:lastPrinted>2016-09-05T13:15:00Z</cp:lastPrinted>
  <dcterms:created xsi:type="dcterms:W3CDTF">2016-09-15T11:10:00Z</dcterms:created>
  <dcterms:modified xsi:type="dcterms:W3CDTF">2018-11-06T08:29:00Z</dcterms:modified>
</cp:coreProperties>
</file>